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62309590" w14:textId="77777777" w:rsidTr="00457B3C">
        <w:tc>
          <w:tcPr>
            <w:tcW w:w="4428" w:type="dxa"/>
          </w:tcPr>
          <w:p w14:paraId="70545AC4" w14:textId="726DB515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ENG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460D6382" w14:textId="794389ED" w:rsidR="007654F9" w:rsidRDefault="007654F9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ARM9-3.10</w:t>
            </w:r>
          </w:p>
          <w:p w14:paraId="6F2B10CE" w14:textId="02EECF60" w:rsidR="000348ED" w:rsidRPr="007654F9" w:rsidRDefault="007654F9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457B3C" w:rsidRPr="007654F9">
              <w:rPr>
                <w:rFonts w:ascii="Calibri" w:hAnsi="Calibri"/>
              </w:rPr>
              <w:t>ENG9-12.</w:t>
            </w:r>
            <w:r w:rsidRPr="007654F9">
              <w:rPr>
                <w:rFonts w:ascii="Calibri" w:hAnsi="Calibri"/>
              </w:rPr>
              <w:t>11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E66034" w14:paraId="140A5BE6" w14:textId="77777777" w:rsidTr="00050DA7">
        <w:tc>
          <w:tcPr>
            <w:tcW w:w="4428" w:type="dxa"/>
          </w:tcPr>
          <w:p w14:paraId="7CE69059" w14:textId="4146920F" w:rsidR="000348ED" w:rsidRPr="00457B3C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ARM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343C9AC6" w14:textId="2131934D" w:rsidR="000348ED" w:rsidRPr="00E66034" w:rsidRDefault="008A45A3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 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14:paraId="6C7442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bookmarkStart w:id="0" w:name="_GoBack"/>
      <w:r w:rsidRPr="00E66034">
        <w:rPr>
          <w:rFonts w:ascii="Calibri" w:hAnsi="Calibri"/>
          <w:color w:val="00558C"/>
        </w:rPr>
        <w:t>LIAISON NOTE</w:t>
      </w:r>
    </w:p>
    <w:p w14:paraId="12A7D720" w14:textId="4C0E6F56" w:rsidR="00C9375F" w:rsidRPr="00CC2DCC" w:rsidRDefault="00D2577D" w:rsidP="00C9375F">
      <w:pPr>
        <w:pStyle w:val="Title"/>
        <w:rPr>
          <w:color w:val="00558C"/>
        </w:rPr>
      </w:pPr>
      <w:bookmarkStart w:id="1" w:name="_Hlk2343310"/>
      <w:r w:rsidRPr="00D2577D">
        <w:rPr>
          <w:color w:val="00558C"/>
        </w:rPr>
        <w:t>Draft Recommendation R1004 Ed1 Sustainability Recommendation</w:t>
      </w:r>
    </w:p>
    <w:bookmarkEnd w:id="1"/>
    <w:bookmarkEnd w:id="0"/>
    <w:p w14:paraId="106DEF19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EFDA3F3" w14:textId="16FACAEF" w:rsidR="00C9375F" w:rsidRPr="007A395D" w:rsidRDefault="00D2577D" w:rsidP="00C9375F">
      <w:pPr>
        <w:pStyle w:val="BodyText"/>
      </w:pPr>
      <w:r>
        <w:t xml:space="preserve">ENG </w:t>
      </w:r>
      <w:r w:rsidR="00C9375F">
        <w:t xml:space="preserve">Task </w:t>
      </w:r>
      <w:r w:rsidRPr="00D2577D">
        <w:t>2.7.1.</w:t>
      </w:r>
      <w:r w:rsidRPr="00D2577D">
        <w:tab/>
        <w:t>Revise Recommendation R1004 to reference the UN Sustainable Development Goals</w:t>
      </w:r>
      <w:r w:rsidRPr="00D2577D">
        <w:t xml:space="preserve"> </w:t>
      </w:r>
      <w:r w:rsidR="00C9375F">
        <w:t xml:space="preserve">is part of the ENG Committees 2018-2022 </w:t>
      </w:r>
      <w:r>
        <w:t>w</w:t>
      </w:r>
      <w:r w:rsidR="00C9375F">
        <w:t xml:space="preserve">ork programme. </w:t>
      </w:r>
    </w:p>
    <w:p w14:paraId="0F8BAD3F" w14:textId="28FFD843" w:rsidR="008A45A3" w:rsidRDefault="008A45A3" w:rsidP="008A45A3">
      <w:pPr>
        <w:pStyle w:val="Heading1"/>
      </w:pPr>
      <w:r>
        <w:t>Discussion</w:t>
      </w:r>
    </w:p>
    <w:p w14:paraId="7A1843E6" w14:textId="52F69103" w:rsidR="00D2577D" w:rsidRPr="00D2577D" w:rsidRDefault="00D2577D" w:rsidP="00D2577D">
      <w:pPr>
        <w:pStyle w:val="BodyText"/>
      </w:pPr>
      <w:r w:rsidRPr="00D2577D">
        <w:t xml:space="preserve">The work </w:t>
      </w:r>
      <w:r>
        <w:t xml:space="preserve">on this </w:t>
      </w:r>
      <w:r w:rsidRPr="00D2577D">
        <w:t xml:space="preserve">has been progressed in ENG9 and is now being circulated for </w:t>
      </w:r>
      <w:r>
        <w:t>comment and possible input</w:t>
      </w:r>
      <w:r w:rsidRPr="00D2577D">
        <w:t xml:space="preserve"> from </w:t>
      </w:r>
      <w:r>
        <w:t>all Committees before it is sent to Council following ENG10</w:t>
      </w:r>
      <w:r w:rsidRPr="00D2577D">
        <w:t>.</w:t>
      </w:r>
    </w:p>
    <w:p w14:paraId="4AC1FC76" w14:textId="77777777" w:rsidR="009F5C36" w:rsidRPr="00457B3C" w:rsidRDefault="00AA76C0" w:rsidP="00E66034">
      <w:pPr>
        <w:pStyle w:val="Heading1"/>
      </w:pPr>
      <w:r w:rsidRPr="00457B3C">
        <w:t>Action requested</w:t>
      </w:r>
    </w:p>
    <w:p w14:paraId="0EFF1BC1" w14:textId="684A9BC9" w:rsidR="004C220D" w:rsidRPr="00457B3C" w:rsidRDefault="00902AA4" w:rsidP="00E66034">
      <w:pPr>
        <w:pStyle w:val="BodyText"/>
      </w:pPr>
      <w:r w:rsidRPr="00457B3C">
        <w:t xml:space="preserve">The </w:t>
      </w:r>
      <w:r w:rsidR="008A45A3" w:rsidRPr="00457B3C">
        <w:t>C</w:t>
      </w:r>
      <w:r w:rsidRPr="00457B3C">
        <w:t>ommittee is requested to</w:t>
      </w:r>
      <w:r w:rsidR="00630F7F" w:rsidRPr="00457B3C">
        <w:t>:</w:t>
      </w:r>
    </w:p>
    <w:p w14:paraId="0C05BB90" w14:textId="2C88B0DF" w:rsidR="00E344A6" w:rsidRPr="00457B3C" w:rsidRDefault="00E344A6" w:rsidP="00E344A6">
      <w:pPr>
        <w:pStyle w:val="List1"/>
        <w:numPr>
          <w:ilvl w:val="0"/>
          <w:numId w:val="23"/>
        </w:numPr>
      </w:pPr>
      <w:r>
        <w:t xml:space="preserve">The members of the ARM Committee are requested to </w:t>
      </w:r>
      <w:r w:rsidR="00D2577D">
        <w:t>review the work c</w:t>
      </w:r>
      <w:r w:rsidR="007654F9">
        <w:t>o</w:t>
      </w:r>
      <w:r w:rsidR="00D2577D">
        <w:t xml:space="preserve">nducted by the ENG Committee </w:t>
      </w:r>
      <w:r w:rsidR="007654F9">
        <w:t xml:space="preserve">on </w:t>
      </w:r>
      <w:r w:rsidR="007654F9">
        <w:t xml:space="preserve">Task </w:t>
      </w:r>
      <w:r w:rsidR="007654F9">
        <w:t>2</w:t>
      </w:r>
      <w:r w:rsidR="007654F9">
        <w:t>.</w:t>
      </w:r>
      <w:r w:rsidR="007654F9">
        <w:t>7</w:t>
      </w:r>
      <w:r w:rsidR="007654F9">
        <w:t>.1</w:t>
      </w:r>
      <w:r w:rsidR="007654F9">
        <w:t xml:space="preserve"> </w:t>
      </w:r>
      <w:r w:rsidR="00D2577D">
        <w:t>that references the UN Sustainable Developement Goals</w:t>
      </w:r>
      <w:r w:rsidR="007654F9">
        <w:t xml:space="preserve"> in Recommendation R1004 and provide input as it deems necessary</w:t>
      </w:r>
      <w:r>
        <w:t xml:space="preserve">. </w:t>
      </w:r>
    </w:p>
    <w:sectPr w:rsidR="00E344A6" w:rsidRPr="00457B3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FEDD7" w14:textId="77777777" w:rsidR="00A73CEC" w:rsidRDefault="00A73CEC" w:rsidP="00002906">
      <w:r>
        <w:separator/>
      </w:r>
    </w:p>
  </w:endnote>
  <w:endnote w:type="continuationSeparator" w:id="0">
    <w:p w14:paraId="068196D0" w14:textId="77777777" w:rsidR="00A73CEC" w:rsidRDefault="00A73CE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1F5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96AD" w14:textId="77777777" w:rsidR="00A73CEC" w:rsidRDefault="00A73CEC" w:rsidP="00002906">
      <w:r>
        <w:separator/>
      </w:r>
    </w:p>
  </w:footnote>
  <w:footnote w:type="continuationSeparator" w:id="0">
    <w:p w14:paraId="5806801B" w14:textId="77777777" w:rsidR="00A73CEC" w:rsidRDefault="00A73CE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D04" w14:textId="0A5400A3" w:rsidR="00073774" w:rsidRDefault="00457B3C">
    <w:pPr>
      <w:pStyle w:val="Header"/>
    </w:pPr>
    <w:r>
      <w:rPr>
        <w:noProof/>
      </w:rPr>
      <w:drawing>
        <wp:inline distT="0" distB="0" distL="0" distR="0" wp14:anchorId="2BF817FD" wp14:editId="2BF5A8A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3D55DD"/>
    <w:rsid w:val="003E1831"/>
    <w:rsid w:val="00424954"/>
    <w:rsid w:val="00457B3C"/>
    <w:rsid w:val="0048610C"/>
    <w:rsid w:val="004C1386"/>
    <w:rsid w:val="004C220D"/>
    <w:rsid w:val="00546B84"/>
    <w:rsid w:val="005D05AC"/>
    <w:rsid w:val="00630F7F"/>
    <w:rsid w:val="0064435F"/>
    <w:rsid w:val="006D470F"/>
    <w:rsid w:val="00727E88"/>
    <w:rsid w:val="007654F9"/>
    <w:rsid w:val="00775878"/>
    <w:rsid w:val="007E1797"/>
    <w:rsid w:val="0080092C"/>
    <w:rsid w:val="008301C8"/>
    <w:rsid w:val="008538D2"/>
    <w:rsid w:val="00872453"/>
    <w:rsid w:val="008A45A3"/>
    <w:rsid w:val="008F13DD"/>
    <w:rsid w:val="00902AA4"/>
    <w:rsid w:val="009F3B6C"/>
    <w:rsid w:val="009F5C36"/>
    <w:rsid w:val="00A27F12"/>
    <w:rsid w:val="00A30579"/>
    <w:rsid w:val="00A73CEC"/>
    <w:rsid w:val="00AA76C0"/>
    <w:rsid w:val="00B077EC"/>
    <w:rsid w:val="00B15B24"/>
    <w:rsid w:val="00B428DA"/>
    <w:rsid w:val="00B8247E"/>
    <w:rsid w:val="00BE56DF"/>
    <w:rsid w:val="00C9375F"/>
    <w:rsid w:val="00CA04AF"/>
    <w:rsid w:val="00CF3661"/>
    <w:rsid w:val="00D2577D"/>
    <w:rsid w:val="00E344A6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B1B36E6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2006-10-19T10:49:00Z</cp:lastPrinted>
  <dcterms:created xsi:type="dcterms:W3CDTF">2019-03-25T11:24:00Z</dcterms:created>
  <dcterms:modified xsi:type="dcterms:W3CDTF">2019-03-25T11:24:00Z</dcterms:modified>
</cp:coreProperties>
</file>